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5D69C" w14:textId="77777777" w:rsidR="004A2CDD" w:rsidRPr="00251520" w:rsidRDefault="009B0535" w:rsidP="009B0535">
      <w:pPr>
        <w:pStyle w:val="Titel"/>
      </w:pPr>
      <w:r>
        <w:t>Praxisauftrag</w:t>
      </w:r>
    </w:p>
    <w:p w14:paraId="67F70AF1" w14:textId="118AC0EE" w:rsidR="00A825D2" w:rsidRPr="00A825D2" w:rsidRDefault="006C7C8D" w:rsidP="009B4E47">
      <w:pPr>
        <w:pStyle w:val="Thema"/>
        <w:spacing w:after="120"/>
      </w:pPr>
      <w:r>
        <w:t>Eigenschaften der Zielgruppe definieren</w:t>
      </w:r>
    </w:p>
    <w:p w14:paraId="0B6BAB87" w14:textId="1B4386AD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6C7C8D">
        <w:rPr>
          <w:b/>
          <w:bCs/>
        </w:rPr>
        <w:t>c4: Marketing- und Kommunikationsaktivitäten umsetzen</w:t>
      </w:r>
    </w:p>
    <w:p w14:paraId="3CA003B4" w14:textId="77777777" w:rsidR="00A532CF" w:rsidRDefault="00A532CF" w:rsidP="00A532CF"/>
    <w:p w14:paraId="61BAE9EE" w14:textId="77777777" w:rsidR="00A532CF" w:rsidRDefault="00C7659B" w:rsidP="00D2699C">
      <w:pPr>
        <w:pStyle w:val="Untertitel"/>
      </w:pPr>
      <w:r>
        <w:t>Ausgangslage</w:t>
      </w:r>
    </w:p>
    <w:p w14:paraId="5AAD2B9F" w14:textId="77777777" w:rsidR="00C7659B" w:rsidRDefault="00C7659B" w:rsidP="00C7659B"/>
    <w:p w14:paraId="277AF179" w14:textId="4CEF139E" w:rsidR="008645E6" w:rsidRDefault="006C7C8D" w:rsidP="00E87A99">
      <w:r>
        <w:t>Die Grundlage einer erfolgreichen Kommunikation ist immer, sich in das Gegenüber hineinversetzen zu können. Das heisst, du machst dir Gedanken darüber, an wen sich deine Kommunikationsinhalte richten</w:t>
      </w:r>
      <w:r w:rsidR="00FC34A7">
        <w:t xml:space="preserve"> und welche Eigenschaften diese Personen besitzen</w:t>
      </w:r>
      <w:r>
        <w:t xml:space="preserve">. Deine </w:t>
      </w:r>
      <w:r w:rsidR="00FC34A7">
        <w:t>Kommunikationsi</w:t>
      </w:r>
      <w:r>
        <w:t xml:space="preserve">nhalte können noch so gut durchdacht sein, wenn sie </w:t>
      </w:r>
      <w:r w:rsidR="00943D54">
        <w:t>die Zielgruppe verfehlen</w:t>
      </w:r>
      <w:r>
        <w:t xml:space="preserve">, sind sie wertlos. </w:t>
      </w:r>
      <w:r w:rsidR="00DF7E3D">
        <w:t xml:space="preserve">Deshalb </w:t>
      </w:r>
      <w:r>
        <w:t xml:space="preserve">ist es wichtig, dass du dir immer als erstes überlegst, wen du ansprechen möchtest und was die Eigenschaften dieser Zielgruppe sind. </w:t>
      </w:r>
      <w:r w:rsidR="00DF7E3D">
        <w:t>Genau das kannst du mit diesem Praxisauftrag üben.</w:t>
      </w:r>
    </w:p>
    <w:p w14:paraId="0B41A5F2" w14:textId="77777777" w:rsidR="007D47FB" w:rsidRDefault="007D47FB" w:rsidP="00E87A99"/>
    <w:p w14:paraId="7087E863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70D4A54B" w14:textId="77777777" w:rsidTr="00E96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6" w:type="dxa"/>
          </w:tcPr>
          <w:p w14:paraId="28EB1600" w14:textId="77777777" w:rsidR="00E966C7" w:rsidRDefault="00E966C7" w:rsidP="00C7659B"/>
        </w:tc>
        <w:tc>
          <w:tcPr>
            <w:tcW w:w="5953" w:type="dxa"/>
          </w:tcPr>
          <w:p w14:paraId="5DB7D78A" w14:textId="77777777" w:rsidR="00E966C7" w:rsidRDefault="00E966C7" w:rsidP="00C7659B"/>
        </w:tc>
      </w:tr>
      <w:tr w:rsidR="00E966C7" w14:paraId="0F2288A0" w14:textId="77777777" w:rsidTr="00E966C7">
        <w:tc>
          <w:tcPr>
            <w:tcW w:w="1526" w:type="dxa"/>
          </w:tcPr>
          <w:p w14:paraId="28D6181F" w14:textId="77777777" w:rsidR="00E966C7" w:rsidRDefault="00E966C7" w:rsidP="00C7659B">
            <w:r>
              <w:t>Teilaufgabe 1:</w:t>
            </w:r>
          </w:p>
        </w:tc>
        <w:tc>
          <w:tcPr>
            <w:tcW w:w="5953" w:type="dxa"/>
          </w:tcPr>
          <w:p w14:paraId="38682A10" w14:textId="1AD898BD" w:rsidR="004F5235" w:rsidRDefault="008645E6" w:rsidP="00DD1533">
            <w:r>
              <w:t>Suche gemeinsam mit einer vorgesetzten Person nach einem geeigneten Produkt</w:t>
            </w:r>
            <w:r w:rsidR="008B4D78">
              <w:t xml:space="preserve"> oder einer geeigneten Dienstleistung</w:t>
            </w:r>
            <w:r>
              <w:t xml:space="preserve"> des Betriebs, anhand </w:t>
            </w:r>
            <w:r w:rsidR="008B4D78">
              <w:t>de</w:t>
            </w:r>
            <w:r w:rsidR="002D63DE">
              <w:t>ssen/deren</w:t>
            </w:r>
            <w:r>
              <w:t xml:space="preserve"> du die Zielgruppe </w:t>
            </w:r>
            <w:r w:rsidR="008B4D78">
              <w:t xml:space="preserve">definieren </w:t>
            </w:r>
            <w:r>
              <w:t xml:space="preserve">kannst.  </w:t>
            </w:r>
            <w:r w:rsidR="00BA281F">
              <w:t xml:space="preserve"> </w:t>
            </w:r>
          </w:p>
        </w:tc>
      </w:tr>
      <w:tr w:rsidR="00071546" w14:paraId="7A825EB7" w14:textId="77777777" w:rsidTr="00F6264E">
        <w:tc>
          <w:tcPr>
            <w:tcW w:w="1526" w:type="dxa"/>
          </w:tcPr>
          <w:p w14:paraId="3AE00950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53" w:type="dxa"/>
          </w:tcPr>
          <w:p w14:paraId="2C9BDB0C" w14:textId="77777777" w:rsidR="008B4D78" w:rsidRDefault="008B4D78" w:rsidP="008B4D78">
            <w:pPr>
              <w:pStyle w:val="Kommentartext"/>
              <w:rPr>
                <w:sz w:val="21"/>
                <w:szCs w:val="21"/>
              </w:rPr>
            </w:pPr>
            <w:r w:rsidRPr="008B4D78">
              <w:rPr>
                <w:sz w:val="21"/>
                <w:szCs w:val="21"/>
              </w:rPr>
              <w:t xml:space="preserve">Nimm eine systematische Zielgruppenanalyse für dieses Produkt oder die Dienstleistung vor. </w:t>
            </w:r>
          </w:p>
          <w:p w14:paraId="2D780B6C" w14:textId="4305FC07" w:rsidR="008B4D78" w:rsidRPr="008B4D78" w:rsidRDefault="008B4D78" w:rsidP="008B4D78">
            <w:pPr>
              <w:pStyle w:val="Kommentartext"/>
              <w:rPr>
                <w:sz w:val="21"/>
                <w:szCs w:val="21"/>
              </w:rPr>
            </w:pPr>
            <w:proofErr w:type="gramStart"/>
            <w:r w:rsidRPr="008B4D78">
              <w:rPr>
                <w:sz w:val="21"/>
                <w:szCs w:val="21"/>
              </w:rPr>
              <w:t>Finde</w:t>
            </w:r>
            <w:proofErr w:type="gramEnd"/>
            <w:r w:rsidRPr="008B4D78">
              <w:rPr>
                <w:sz w:val="21"/>
                <w:szCs w:val="21"/>
              </w:rPr>
              <w:t xml:space="preserve"> heraus, für wen ihr das Produkt</w:t>
            </w:r>
            <w:r>
              <w:rPr>
                <w:sz w:val="21"/>
                <w:szCs w:val="21"/>
              </w:rPr>
              <w:t xml:space="preserve"> oder die Dienstleistung</w:t>
            </w:r>
            <w:r w:rsidRPr="008B4D78">
              <w:rPr>
                <w:sz w:val="21"/>
                <w:szCs w:val="21"/>
              </w:rPr>
              <w:t xml:space="preserve"> anbietet</w:t>
            </w:r>
            <w:r>
              <w:rPr>
                <w:sz w:val="21"/>
                <w:szCs w:val="21"/>
              </w:rPr>
              <w:t>.</w:t>
            </w:r>
            <w:r w:rsidRPr="008B4D78">
              <w:rPr>
                <w:sz w:val="21"/>
                <w:szCs w:val="21"/>
              </w:rPr>
              <w:t xml:space="preserve"> Welche Eigenschaften besitzt die Zielgruppe und wieso ist das Produkt</w:t>
            </w:r>
            <w:r>
              <w:rPr>
                <w:sz w:val="21"/>
                <w:szCs w:val="21"/>
              </w:rPr>
              <w:t xml:space="preserve"> oder </w:t>
            </w:r>
            <w:r w:rsidRPr="008B4D78">
              <w:rPr>
                <w:sz w:val="21"/>
                <w:szCs w:val="21"/>
              </w:rPr>
              <w:t>die D</w:t>
            </w:r>
            <w:r>
              <w:rPr>
                <w:sz w:val="21"/>
                <w:szCs w:val="21"/>
              </w:rPr>
              <w:t>ienstleistung</w:t>
            </w:r>
            <w:r w:rsidRPr="008B4D78">
              <w:rPr>
                <w:sz w:val="21"/>
                <w:szCs w:val="21"/>
              </w:rPr>
              <w:t xml:space="preserve"> für diese Zielgruppe geeignet</w:t>
            </w:r>
            <w:r>
              <w:rPr>
                <w:sz w:val="21"/>
                <w:szCs w:val="21"/>
              </w:rPr>
              <w:t>?</w:t>
            </w:r>
          </w:p>
          <w:p w14:paraId="3FD21BD4" w14:textId="631277CE" w:rsidR="00D62090" w:rsidRDefault="008B4D78" w:rsidP="00E108E9">
            <w:r>
              <w:t>Berücksichtige auch weitere Punkte, die für eine Zielgruppenanalyse in deinem Betrieb relevant sind.</w:t>
            </w:r>
          </w:p>
        </w:tc>
      </w:tr>
      <w:tr w:rsidR="00D62090" w14:paraId="31668AFC" w14:textId="77777777" w:rsidTr="00F6264E">
        <w:tc>
          <w:tcPr>
            <w:tcW w:w="1526" w:type="dxa"/>
          </w:tcPr>
          <w:p w14:paraId="60450AC1" w14:textId="509AB1E8" w:rsidR="00D62090" w:rsidRDefault="00D62090" w:rsidP="00F6264E">
            <w:r>
              <w:t xml:space="preserve">Teilaufgabe 3: </w:t>
            </w:r>
          </w:p>
        </w:tc>
        <w:tc>
          <w:tcPr>
            <w:tcW w:w="5953" w:type="dxa"/>
          </w:tcPr>
          <w:p w14:paraId="53BA694D" w14:textId="5323D326" w:rsidR="00D62090" w:rsidRDefault="00D62090" w:rsidP="00DE3BD1">
            <w:r>
              <w:t xml:space="preserve">Erstelle eine </w:t>
            </w:r>
            <w:r w:rsidR="00D761FC">
              <w:t>Übersicht</w:t>
            </w:r>
            <w:r>
              <w:t xml:space="preserve">, die die Eigenschaften der Zielgruppe aufzeigt. </w:t>
            </w:r>
          </w:p>
        </w:tc>
      </w:tr>
      <w:tr w:rsidR="00823E4E" w14:paraId="55D62FFE" w14:textId="77777777" w:rsidTr="00F6264E">
        <w:tc>
          <w:tcPr>
            <w:tcW w:w="1526" w:type="dxa"/>
          </w:tcPr>
          <w:p w14:paraId="7678965A" w14:textId="1ABFECC1" w:rsidR="00823E4E" w:rsidRDefault="00007807" w:rsidP="00F6264E">
            <w:r>
              <w:t xml:space="preserve">Teilaufgabe </w:t>
            </w:r>
            <w:r w:rsidR="00D62090">
              <w:t>4</w:t>
            </w:r>
            <w:r w:rsidR="00823E4E">
              <w:t>:</w:t>
            </w:r>
          </w:p>
        </w:tc>
        <w:tc>
          <w:tcPr>
            <w:tcW w:w="5953" w:type="dxa"/>
          </w:tcPr>
          <w:p w14:paraId="0B2CEEEA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14FC0AD4" w14:textId="77777777" w:rsidR="009B59A7" w:rsidRDefault="009B59A7" w:rsidP="009B59A7"/>
    <w:p w14:paraId="24381B8B" w14:textId="77777777" w:rsidR="00C7659B" w:rsidRDefault="00D2699C" w:rsidP="00D2699C">
      <w:pPr>
        <w:pStyle w:val="Untertitel"/>
      </w:pPr>
      <w:r>
        <w:t>Hinweise zur Lösung</w:t>
      </w:r>
    </w:p>
    <w:p w14:paraId="178563A3" w14:textId="7494B157" w:rsidR="009B59A7" w:rsidRDefault="000F5EEA" w:rsidP="009B59A7">
      <w:r>
        <w:lastRenderedPageBreak/>
        <w:t>Eigenschaften der Zielgruppe sind beispielsweise: Alter, familiäre Situation, Beruf</w:t>
      </w:r>
      <w:r w:rsidR="00DF7E3D">
        <w:t>, Einkommen usw.</w:t>
      </w:r>
    </w:p>
    <w:p w14:paraId="734C2A45" w14:textId="77777777" w:rsidR="00147918" w:rsidRDefault="00147918" w:rsidP="009B59A7"/>
    <w:p w14:paraId="4BFE92E6" w14:textId="77777777" w:rsidR="009848AB" w:rsidRDefault="009848AB" w:rsidP="009848AB">
      <w:pPr>
        <w:pStyle w:val="Untertitel"/>
      </w:pPr>
      <w:r>
        <w:t>Organisation</w:t>
      </w:r>
    </w:p>
    <w:p w14:paraId="005668E3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0E026C17" w14:textId="77777777" w:rsidR="009848AB" w:rsidRDefault="009848AB" w:rsidP="009848AB"/>
    <w:p w14:paraId="0DF95480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312B5F71" w14:textId="77777777" w:rsidR="00980CAC" w:rsidRDefault="00980CAC" w:rsidP="00C7659B"/>
    <w:p w14:paraId="67F92CC6" w14:textId="77777777" w:rsidR="00980CAC" w:rsidRDefault="00980CAC" w:rsidP="00C7659B"/>
    <w:p w14:paraId="5D379938" w14:textId="77777777" w:rsidR="00980CAC" w:rsidRDefault="00980CAC" w:rsidP="00C7659B"/>
    <w:p w14:paraId="38FDEBC3" w14:textId="77777777" w:rsidR="00980CAC" w:rsidRDefault="00980CAC" w:rsidP="00C7659B"/>
    <w:p w14:paraId="004A5955" w14:textId="77777777" w:rsidR="00980CAC" w:rsidRDefault="00980CAC" w:rsidP="00C7659B"/>
    <w:p w14:paraId="3F51BBEA" w14:textId="77777777" w:rsidR="00980CAC" w:rsidRDefault="00980CAC" w:rsidP="00C7659B"/>
    <w:p w14:paraId="3DA2D607" w14:textId="77777777" w:rsidR="00980CAC" w:rsidRDefault="00980CAC" w:rsidP="00C7659B"/>
    <w:p w14:paraId="2AF9A07D" w14:textId="77777777" w:rsidR="00980CAC" w:rsidRDefault="00980CAC" w:rsidP="00C7659B"/>
    <w:p w14:paraId="458E9C00" w14:textId="77777777" w:rsidR="00980CAC" w:rsidRPr="00C7659B" w:rsidRDefault="00980CAC" w:rsidP="00C7659B"/>
    <w:sectPr w:rsidR="00980CAC" w:rsidRPr="00C7659B" w:rsidSect="00392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12892" w14:textId="77777777" w:rsidR="006C7C8D" w:rsidRDefault="006C7C8D" w:rsidP="00534DD6">
      <w:pPr>
        <w:spacing w:line="240" w:lineRule="auto"/>
      </w:pPr>
      <w:r>
        <w:separator/>
      </w:r>
    </w:p>
    <w:p w14:paraId="46AE3FCE" w14:textId="77777777" w:rsidR="006C7C8D" w:rsidRDefault="006C7C8D"/>
  </w:endnote>
  <w:endnote w:type="continuationSeparator" w:id="0">
    <w:p w14:paraId="1D9F3705" w14:textId="77777777" w:rsidR="006C7C8D" w:rsidRDefault="006C7C8D" w:rsidP="00534DD6">
      <w:pPr>
        <w:spacing w:line="240" w:lineRule="auto"/>
      </w:pPr>
      <w:r>
        <w:continuationSeparator/>
      </w:r>
    </w:p>
    <w:p w14:paraId="000E79AF" w14:textId="77777777" w:rsidR="006C7C8D" w:rsidRDefault="006C7C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C1CFE" w14:textId="77777777" w:rsidR="006C7C8D" w:rsidRDefault="006C7C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A6425" w14:textId="24D9E6B2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6C7C8D">
      <w:rPr>
        <w:sz w:val="16"/>
        <w:szCs w:val="16"/>
      </w:rPr>
      <w:t>Eigenschaften der Zielgruppe definieren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6FF1B" w14:textId="77777777" w:rsidR="006C7C8D" w:rsidRDefault="006C7C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37582" w14:textId="77777777" w:rsidR="006C7C8D" w:rsidRDefault="006C7C8D" w:rsidP="00534DD6">
      <w:pPr>
        <w:spacing w:line="240" w:lineRule="auto"/>
      </w:pPr>
      <w:r>
        <w:separator/>
      </w:r>
    </w:p>
    <w:p w14:paraId="1EBFB6F9" w14:textId="77777777" w:rsidR="006C7C8D" w:rsidRDefault="006C7C8D"/>
  </w:footnote>
  <w:footnote w:type="continuationSeparator" w:id="0">
    <w:p w14:paraId="63078498" w14:textId="77777777" w:rsidR="006C7C8D" w:rsidRDefault="006C7C8D" w:rsidP="00534DD6">
      <w:pPr>
        <w:spacing w:line="240" w:lineRule="auto"/>
      </w:pPr>
      <w:r>
        <w:continuationSeparator/>
      </w:r>
    </w:p>
    <w:p w14:paraId="3276ADC9" w14:textId="77777777" w:rsidR="006C7C8D" w:rsidRDefault="006C7C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F21B5" w14:textId="77777777" w:rsidR="006C7C8D" w:rsidRDefault="006C7C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C2DE4" w14:textId="77777777" w:rsidR="006C7C8D" w:rsidRDefault="006C7C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18CD9" w14:textId="77777777" w:rsidR="006C7C8D" w:rsidRDefault="006C7C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C8D"/>
    <w:rsid w:val="00007807"/>
    <w:rsid w:val="00040FAB"/>
    <w:rsid w:val="00051D3C"/>
    <w:rsid w:val="000527DA"/>
    <w:rsid w:val="0006080E"/>
    <w:rsid w:val="00071546"/>
    <w:rsid w:val="00077DD2"/>
    <w:rsid w:val="00086A2C"/>
    <w:rsid w:val="000B16EA"/>
    <w:rsid w:val="000F5EEA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271E"/>
    <w:rsid w:val="00254785"/>
    <w:rsid w:val="002601DA"/>
    <w:rsid w:val="002621BB"/>
    <w:rsid w:val="002A477F"/>
    <w:rsid w:val="002B5348"/>
    <w:rsid w:val="002C777D"/>
    <w:rsid w:val="002D63DE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71D25"/>
    <w:rsid w:val="004A2CDD"/>
    <w:rsid w:val="004A7F34"/>
    <w:rsid w:val="004B4054"/>
    <w:rsid w:val="004E378A"/>
    <w:rsid w:val="004F5235"/>
    <w:rsid w:val="005151B3"/>
    <w:rsid w:val="005318F6"/>
    <w:rsid w:val="00534DD6"/>
    <w:rsid w:val="0053555E"/>
    <w:rsid w:val="00536B58"/>
    <w:rsid w:val="00547403"/>
    <w:rsid w:val="005D745E"/>
    <w:rsid w:val="006013E0"/>
    <w:rsid w:val="006031B6"/>
    <w:rsid w:val="0067508D"/>
    <w:rsid w:val="00677266"/>
    <w:rsid w:val="00695EBA"/>
    <w:rsid w:val="006A3295"/>
    <w:rsid w:val="006A669B"/>
    <w:rsid w:val="006B094D"/>
    <w:rsid w:val="006C353E"/>
    <w:rsid w:val="006C7C8D"/>
    <w:rsid w:val="00743024"/>
    <w:rsid w:val="00771F6B"/>
    <w:rsid w:val="00792BF0"/>
    <w:rsid w:val="00793B26"/>
    <w:rsid w:val="00796A6A"/>
    <w:rsid w:val="007A59D3"/>
    <w:rsid w:val="007D47FB"/>
    <w:rsid w:val="00807BA1"/>
    <w:rsid w:val="00823E4E"/>
    <w:rsid w:val="008645E6"/>
    <w:rsid w:val="008672D7"/>
    <w:rsid w:val="00872B1A"/>
    <w:rsid w:val="008B4D78"/>
    <w:rsid w:val="008C10C6"/>
    <w:rsid w:val="008D45EE"/>
    <w:rsid w:val="008E0562"/>
    <w:rsid w:val="008F3C75"/>
    <w:rsid w:val="009075B1"/>
    <w:rsid w:val="00943D54"/>
    <w:rsid w:val="009456B2"/>
    <w:rsid w:val="0095032B"/>
    <w:rsid w:val="00960D27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6A9D"/>
    <w:rsid w:val="00C7659B"/>
    <w:rsid w:val="00CD72EC"/>
    <w:rsid w:val="00D11037"/>
    <w:rsid w:val="00D21CA9"/>
    <w:rsid w:val="00D2699C"/>
    <w:rsid w:val="00D62090"/>
    <w:rsid w:val="00D761FC"/>
    <w:rsid w:val="00DB718D"/>
    <w:rsid w:val="00DD1533"/>
    <w:rsid w:val="00DE350B"/>
    <w:rsid w:val="00DE3BD1"/>
    <w:rsid w:val="00DF7E3D"/>
    <w:rsid w:val="00E0072A"/>
    <w:rsid w:val="00E010D1"/>
    <w:rsid w:val="00E108E9"/>
    <w:rsid w:val="00E37B3D"/>
    <w:rsid w:val="00E42531"/>
    <w:rsid w:val="00E63AA9"/>
    <w:rsid w:val="00E72202"/>
    <w:rsid w:val="00E87A99"/>
    <w:rsid w:val="00E966C7"/>
    <w:rsid w:val="00E97D64"/>
    <w:rsid w:val="00EB7596"/>
    <w:rsid w:val="00EC2A1E"/>
    <w:rsid w:val="00EC481B"/>
    <w:rsid w:val="00F13290"/>
    <w:rsid w:val="00F83F75"/>
    <w:rsid w:val="00FB5550"/>
    <w:rsid w:val="00FC34A7"/>
    <w:rsid w:val="00FD085B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6465B9D2"/>
  <w15:docId w15:val="{277D819E-24DD-4ACA-8D54-DA7F136FE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02\DATA-Konvink\02%20Projekte\SKKAB\02_Lernmedien_GB\01_Administration\02_Templates\02_Praxisauftrag_SKKAB\PA_NrHK_TitelPA_EBAoEFZ_V0.01.dotx" TargetMode="Externa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AEB03F66570C44881E15BF2E381BC8" ma:contentTypeVersion="2" ma:contentTypeDescription="Create a new document." ma:contentTypeScope="" ma:versionID="c0708c1fa4ca269e63e82285b8b56946">
  <xsd:schema xmlns:xsd="http://www.w3.org/2001/XMLSchema" xmlns:xs="http://www.w3.org/2001/XMLSchema" xmlns:p="http://schemas.microsoft.com/office/2006/metadata/properties" xmlns:ns3="3783c5de-3cd7-4ee5-82d8-d0836e3d8744" targetNamespace="http://schemas.microsoft.com/office/2006/metadata/properties" ma:root="true" ma:fieldsID="71a35d795862aa6096ddf5f003db5e0a" ns3:_="">
    <xsd:import namespace="3783c5de-3cd7-4ee5-82d8-d0836e3d87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3c5de-3cd7-4ee5-82d8-d0836e3d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EA45FF-8570-4328-9AFB-CBD9EFEE1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83c5de-3cd7-4ee5-82d8-d0836e3d87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DA8BE4-CC2B-4CAE-93B4-22DF52AB9D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F9FDC4-8E94-43C4-A566-5D6ECAD50DC8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3783c5de-3cd7-4ee5-82d8-d0836e3d874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PA_NrHK_TitelPA_EBAoEFZ_V0.01</Template>
  <TotalTime>0</TotalTime>
  <Pages>2</Pages>
  <Words>241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Widmer</dc:creator>
  <cp:lastModifiedBy>Joëlle Clemen</cp:lastModifiedBy>
  <cp:revision>2</cp:revision>
  <cp:lastPrinted>2016-12-09T14:55:00Z</cp:lastPrinted>
  <dcterms:created xsi:type="dcterms:W3CDTF">2021-04-22T14:31:00Z</dcterms:created>
  <dcterms:modified xsi:type="dcterms:W3CDTF">2021-04-22T14:31:00Z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0x010100E2AEB03F66570C44881E15BF2E381BC8</vt:lpwstr>
  </property>
</Properties>
</file>